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5D282F" w:rsidRPr="00CD7617" w:rsidRDefault="005E1018" w:rsidP="00997953">
            <w:pPr>
              <w:pStyle w:val="MonthNames"/>
            </w:pPr>
            <w:r w:rsidRPr="00CD7617">
              <w:t>J</w:t>
            </w:r>
            <w:r w:rsidR="00665B68" w:rsidRPr="00CD7617">
              <w:t xml:space="preserve">anuary </w:t>
            </w:r>
            <w:r w:rsidR="00F95621" w:rsidRPr="00CD7617">
              <w:t>2010</w:t>
            </w:r>
          </w:p>
        </w:tc>
      </w:tr>
      <w:tr w:rsidR="00A64DCE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9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16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77F57" w:rsidP="00997953">
            <w:pPr>
              <w:pStyle w:val="Dates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.9pt;margin-top:62.85pt;width:110.05pt;height:85.35pt;z-index:251658240;mso-position-horizontal-relative:text;mso-position-vertical-relative:text" filled="f" stroked="f">
                  <v:textbox style="mso-next-textbox:#_x0000_s1026">
                    <w:txbxContent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Literacy through</w:t>
                        </w:r>
                      </w:p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YA Literature</w:t>
                        </w:r>
                      </w:p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Book Discussion</w:t>
                        </w:r>
                      </w:p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3:30 @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Muggswigz</w:t>
                        </w:r>
                        <w:proofErr w:type="spellEnd"/>
                      </w:p>
                      <w:p w:rsidR="002E5FB3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2E5FB3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2E5FB3" w:rsidRPr="00F77F57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95621"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23</w:t>
            </w:r>
          </w:p>
        </w:tc>
      </w:tr>
      <w:tr w:rsidR="0090542A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Default="00F95621" w:rsidP="00997953">
            <w:pPr>
              <w:pStyle w:val="Dates"/>
            </w:pPr>
            <w:r w:rsidRPr="00CD7617">
              <w:t>25</w:t>
            </w:r>
          </w:p>
          <w:p w:rsidR="00F77F57" w:rsidRPr="00CD7617" w:rsidRDefault="008677BC" w:rsidP="00F77F57">
            <w:pPr>
              <w:pStyle w:val="Dates"/>
              <w:jc w:val="center"/>
            </w:pPr>
            <w:r>
              <w:rPr>
                <w:noProof/>
              </w:rPr>
              <w:pict>
                <v:shape id="_x0000_s1047" type="#_x0000_t202" style="position:absolute;left:0;text-align:left;margin-left:11.8pt;margin-top:42.4pt;width:63.8pt;height:80.15pt;z-index:251679744" filled="f" stroked="f">
                  <v:textbox>
                    <w:txbxContent>
                      <w:p w:rsidR="002E5FB3" w:rsidRDefault="002E5FB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7060" cy="916940"/>
                              <wp:effectExtent l="19050" t="0" r="2540" b="0"/>
                              <wp:docPr id="10" name="Picture 9" descr="chain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hains.jpg"/>
                                      <pic:cNvPicPr/>
                                    </pic:nvPicPr>
                                    <pic:blipFill>
                                      <a:blip r:embed="rId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07060" cy="9169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77F57" w:rsidP="00997953">
            <w:pPr>
              <w:pStyle w:val="Dates"/>
            </w:pPr>
            <w:r>
              <w:rPr>
                <w:noProof/>
              </w:rPr>
              <w:pict>
                <v:shape id="_x0000_s1029" type="#_x0000_t202" style="position:absolute;margin-left:91.4pt;margin-top:8.85pt;width:97.45pt;height:34.4pt;z-index:251661312;mso-position-horizontal-relative:text;mso-position-vertical-relative:text" filled="f" stroked="f">
                  <v:textbox>
                    <w:txbxContent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Staff Meeting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7" type="#_x0000_t202" style="position:absolute;margin-left:-2.1pt;margin-top:4.3pt;width:97.45pt;height:73.35pt;z-index:251659264;mso-position-horizontal-relative:text;mso-position-vertical-relative:text" filled="f" stroked="f">
                  <v:textbox>
                    <w:txbxContent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Mrs. Connelly’s Classes in the Library</w:t>
                        </w:r>
                      </w:p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 and 9/10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362F16" w:rsidP="00997953">
            <w:pPr>
              <w:pStyle w:val="Dates"/>
            </w:pPr>
            <w:r>
              <w:rPr>
                <w:noProof/>
              </w:rPr>
              <w:pict>
                <v:shape id="_x0000_s1028" type="#_x0000_t202" style="position:absolute;margin-left:75.2pt;margin-top:4.3pt;width:129.7pt;height:73.35pt;z-index:251660288;mso-position-horizontal-relative:text;mso-position-vertical-relative:text" filled="f" stroked="f">
                  <v:textbox>
                    <w:txbxContent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Mr. Niemeyer’s Classes in the Library</w:t>
                        </w:r>
                      </w:p>
                      <w:p w:rsidR="002E5FB3" w:rsidRPr="00362F16" w:rsidRDefault="002E5FB3" w:rsidP="00F77F57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7/8, 9/10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30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center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lastRenderedPageBreak/>
              <w:br w:type="page"/>
            </w:r>
            <w:r w:rsidR="00665B68" w:rsidRPr="00CD7617">
              <w:t xml:space="preserve">February </w:t>
            </w:r>
            <w:r w:rsidR="00F95621" w:rsidRPr="00CD7617">
              <w:t>2010</w:t>
            </w:r>
          </w:p>
        </w:tc>
      </w:tr>
      <w:tr w:rsidR="00777BE1" w:rsidRPr="00CD7617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</w:tcPr>
          <w:p w:rsidR="008F07E0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9" type="#_x0000_t202" style="position:absolute;margin-left:88.95pt;margin-top:.55pt;width:110.9pt;height:87.15pt;z-index:251671552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LIBRARY CLOSED!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Miss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Engler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at the State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INFOhio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Users Council Meeting at the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eTech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Conference in Columbus</w:t>
                        </w:r>
                      </w:p>
                      <w:p w:rsidR="002E5FB3" w:rsidRPr="00F77F57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1" type="#_x0000_t202" style="position:absolute;margin-left:78.85pt;margin-top:9.6pt;width:117.35pt;height:73.35pt;z-index:251663360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Mr. Niemeyer’s Classes in the Library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7/8, 9/10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3" type="#_x0000_t202" style="position:absolute;margin-left:-5.3pt;margin-top:.55pt;width:100pt;height:82.4pt;z-index:251665408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Ms, Russell’s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777BE1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2" type="#_x0000_t202" style="position:absolute;margin-left:90.45pt;margin-top:2.75pt;width:100pt;height:79.45pt;z-index:251664384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Mrs. Burgess’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4" type="#_x0000_t202" style="position:absolute;margin-left:-5pt;margin-top:8.85pt;width:97.45pt;height:73.35pt;z-index:251666432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Mrs. Connelly’s Classes in the Library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 and 9/10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777BE1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6" type="#_x0000_t202" style="position:absolute;margin-left:88.6pt;margin-top:5.2pt;width:100pt;height:73.35pt;z-index:251668480;mso-position-horizontal-relative:text;mso-position-vertical-relative:text" filled="f" stroked="f">
                  <v:textbox>
                    <w:txbxContent>
                      <w:p w:rsidR="002E5FB3" w:rsidRPr="00F57A3D" w:rsidRDefault="002E5FB3" w:rsidP="00F57A3D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F57A3D">
                          <w:rPr>
                            <w:rFonts w:ascii="Comic Sans MS" w:hAnsi="Comic Sans MS"/>
                          </w:rPr>
                          <w:t>NO SCHOOL!</w:t>
                        </w:r>
                      </w:p>
                      <w:p w:rsidR="002E5FB3" w:rsidRPr="00F57A3D" w:rsidRDefault="002E5FB3" w:rsidP="00F57A3D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F57A3D">
                          <w:rPr>
                            <w:rFonts w:ascii="Comic Sans MS" w:hAnsi="Comic Sans MS"/>
                          </w:rPr>
                          <w:t>President’s Day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57A3D" w:rsidP="00997953">
            <w:pPr>
              <w:pStyle w:val="Dates"/>
            </w:pPr>
            <w:r>
              <w:rPr>
                <w:noProof/>
              </w:rPr>
              <w:pict>
                <v:shape id="_x0000_s1037" type="#_x0000_t202" style="position:absolute;margin-left:91pt;margin-top:5.2pt;width:100pt;height:73.35pt;z-index:251669504;mso-position-horizontal-relative:text;mso-position-vertical-relative:text" filled="f" stroked="f">
                  <v:textbox>
                    <w:txbxContent>
                      <w:p w:rsidR="002E5FB3" w:rsidRPr="00F57A3D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F57A3D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Parent/Teacher Conferences</w:t>
                        </w:r>
                      </w:p>
                      <w:p w:rsidR="002E5FB3" w:rsidRPr="00F57A3D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F57A3D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3:30 – 6:45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0C08C6" w:rsidP="00997953">
            <w:pPr>
              <w:pStyle w:val="Dates"/>
            </w:pPr>
            <w:r>
              <w:rPr>
                <w:noProof/>
              </w:rPr>
              <w:pict>
                <v:shape id="_x0000_s1043" type="#_x0000_t202" style="position:absolute;margin-left:-4.2pt;margin-top:78.55pt;width:97.45pt;height:89.45pt;z-index:251675648;mso-position-horizontal-relative:text;mso-position-vertical-relative:text" filled="f" stroked="f">
                  <v:textbox>
                    <w:txbxContent>
                      <w:p w:rsidR="002E5FB3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Mrs. Connelly’s Classes in the Library</w:t>
                        </w:r>
                      </w:p>
                      <w:p w:rsidR="002E5FB3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Per. 2 and 9/10</w:t>
                        </w:r>
                      </w:p>
                      <w:p w:rsidR="002E5FB3" w:rsidRPr="009456C8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</w:pPr>
                        <w:r w:rsidRPr="009456C8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>Literacy through</w:t>
                        </w:r>
                      </w:p>
                      <w:p w:rsidR="002E5FB3" w:rsidRPr="009456C8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</w:pPr>
                        <w:r w:rsidRPr="009456C8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>YA Literature</w:t>
                        </w:r>
                      </w:p>
                      <w:p w:rsidR="002E5FB3" w:rsidRPr="009456C8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</w:pPr>
                        <w:r w:rsidRPr="009456C8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>Book Discussion</w:t>
                        </w:r>
                      </w:p>
                      <w:p w:rsidR="002E5FB3" w:rsidRPr="009456C8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 xml:space="preserve">3:30 @ </w:t>
                        </w:r>
                        <w:proofErr w:type="spellStart"/>
                        <w:r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>Muggsw</w:t>
                        </w:r>
                        <w:r w:rsidRPr="009456C8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>igz</w:t>
                        </w:r>
                        <w:proofErr w:type="spellEnd"/>
                      </w:p>
                      <w:p w:rsidR="002E5FB3" w:rsidRPr="00F77F57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57A3D">
              <w:rPr>
                <w:noProof/>
              </w:rPr>
              <w:pict>
                <v:shape id="_x0000_s1040" type="#_x0000_t202" style="position:absolute;margin-left:90.45pt;margin-top:5.2pt;width:103.45pt;height:73.35pt;z-index:251672576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LIBRARY CLOSED!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Miss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Engler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at the Staff Development Committee Meeting</w:t>
                        </w:r>
                      </w:p>
                      <w:p w:rsidR="002E5FB3" w:rsidRPr="00F77F57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95621"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3A239C" w:rsidP="00997953">
            <w:pPr>
              <w:pStyle w:val="Dates"/>
            </w:pPr>
            <w:r>
              <w:rPr>
                <w:noProof/>
              </w:rPr>
              <w:pict>
                <v:shape id="_x0000_s1051" type="#_x0000_t202" style="position:absolute;margin-left:78.85pt;margin-top:5.2pt;width:117.35pt;height:73.35pt;z-index:251683840;mso-position-horizontal-relative:text;mso-position-vertical-relative:text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Mr. Niemeyer’s 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7/8, 9/10</w:t>
                        </w:r>
                      </w:p>
                    </w:txbxContent>
                  </v:textbox>
                </v:shape>
              </w:pict>
            </w:r>
            <w:r w:rsidR="00362F16">
              <w:rPr>
                <w:noProof/>
              </w:rPr>
              <w:pict>
                <v:shape id="_x0000_s1044" type="#_x0000_t202" style="position:absolute;margin-left:5.55pt;margin-top:78.55pt;width:97.45pt;height:34.4pt;z-index:251676672;mso-position-horizontal-relative:text;mso-position-vertical-relative:text" filled="f" stroked="f">
                  <v:textbox>
                    <w:txbxContent>
                      <w:p w:rsidR="002E5FB3" w:rsidRPr="00362F16" w:rsidRDefault="002E5FB3" w:rsidP="000C08C6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Meeting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9456C8" w:rsidP="00997953">
            <w:pPr>
              <w:pStyle w:val="Dates"/>
            </w:pPr>
            <w:r>
              <w:rPr>
                <w:noProof/>
              </w:rPr>
              <w:pict>
                <v:shape id="_x0000_s1038" type="#_x0000_t202" style="position:absolute;margin-left:-1.55pt;margin-top:78.55pt;width:100pt;height:89.45pt;z-index:251670528;mso-position-horizontal-relative:text;mso-position-vertical-relative:text" filled="f" stroked="f">
                  <v:textbox>
                    <w:txbxContent>
                      <w:p w:rsidR="002E5FB3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Literary Lunch</w:t>
                        </w:r>
                      </w:p>
                      <w:p w:rsidR="002E5FB3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Per. 5,6,7,8,9,10</w:t>
                        </w:r>
                      </w:p>
                      <w:p w:rsidR="002E5FB3" w:rsidRPr="00F57A3D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F57A3D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Parent/Teacher Conferences</w:t>
                        </w:r>
                      </w:p>
                      <w:p w:rsidR="002E5FB3" w:rsidRPr="00F57A3D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F57A3D"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3:30 – 6:45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3A239C" w:rsidP="00997953">
            <w:pPr>
              <w:pStyle w:val="Dates"/>
            </w:pPr>
            <w:r>
              <w:rPr>
                <w:noProof/>
              </w:rPr>
              <w:pict>
                <v:shape id="_x0000_s1052" type="#_x0000_t202" style="position:absolute;margin-left:-5.3pt;margin-top:-2.75pt;width:100pt;height:82.4pt;z-index:251684864;mso-position-horizontal-relative:text;mso-position-vertical-relative:text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Ms, Russell’s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CB7A5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0C08C6" w:rsidP="00997953">
            <w:pPr>
              <w:pStyle w:val="Dates"/>
            </w:pPr>
            <w:r>
              <w:rPr>
                <w:noProof/>
              </w:rPr>
              <w:pict>
                <v:shape id="_x0000_s1045" type="#_x0000_t202" style="position:absolute;margin-left:88.6pt;margin-top:17.65pt;width:97.45pt;height:59.7pt;z-index:251677696;mso-position-horizontal-relative:text;mso-position-vertical-relative:text" filled="f" stroked="f">
                  <v:textbox>
                    <w:txbxContent>
                      <w:p w:rsidR="002E5FB3" w:rsidRPr="000C08C6" w:rsidRDefault="002E5FB3" w:rsidP="000C08C6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0C08C6">
                          <w:rPr>
                            <w:rFonts w:ascii="Comic Sans MS" w:hAnsi="Comic Sans MS"/>
                          </w:rPr>
                          <w:t>Late Start Day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362F16" w:rsidP="00997953">
            <w:pPr>
              <w:pStyle w:val="Dates"/>
            </w:pPr>
            <w:r>
              <w:rPr>
                <w:noProof/>
              </w:rPr>
              <w:pict>
                <v:shape id="_x0000_s1041" type="#_x0000_t202" style="position:absolute;margin-left:77.75pt;margin-top:9.7pt;width:122.95pt;height:83.3pt;z-index:251673600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LIBRARY CLOSED!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Miss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Engler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at the AMC Council/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INFOhio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Users Council Meetings at SPARCC</w:t>
                        </w:r>
                      </w:p>
                      <w:p w:rsidR="002E5FB3" w:rsidRPr="00F77F57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95621"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362F16" w:rsidP="00997953">
            <w:pPr>
              <w:pStyle w:val="Dates"/>
            </w:pPr>
            <w:r>
              <w:rPr>
                <w:noProof/>
              </w:rPr>
              <w:pict>
                <v:shape id="_x0000_s1042" type="#_x0000_t202" style="position:absolute;margin-left:82.65pt;margin-top:9.7pt;width:120.25pt;height:73.35pt;z-index:251674624;mso-position-horizontal-relative:text;mso-position-vertical-relative:text" filled="f" stroked="f">
                  <v:textbox>
                    <w:txbxContent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Mrs. Burgess’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F57A3D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776F5" w:rsidP="00997953">
            <w:pPr>
              <w:pStyle w:val="Dates"/>
            </w:pPr>
            <w:r>
              <w:rPr>
                <w:noProof/>
              </w:rPr>
              <w:pict>
                <v:shape id="_x0000_s1048" type="#_x0000_t202" style="position:absolute;margin-left:14.75pt;margin-top:-1.9pt;width:70.05pt;height:88.3pt;z-index:251680768;mso-position-horizontal-relative:text;mso-position-vertical-relative:text" filled="f" stroked="f">
                  <v:textbox style="mso-next-textbox:#_x0000_s1048">
                    <w:txbxContent>
                      <w:p w:rsidR="002E5FB3" w:rsidRDefault="002E5FB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0977" cy="914400"/>
                              <wp:effectExtent l="19050" t="0" r="8623" b="0"/>
                              <wp:docPr id="13" name="Picture 12" descr="the absolutely true diary of a part-time india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the absolutely true diary of a part-time indian.jpg"/>
                                      <pic:cNvPicPr/>
                                    </pic:nvPicPr>
                                    <pic:blipFill>
                                      <a:blip r:embed="rId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02300" cy="91641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3A239C" w:rsidP="00997953">
            <w:pPr>
              <w:pStyle w:val="MonthNames"/>
            </w:pPr>
            <w:r>
              <w:rPr>
                <w:noProof/>
              </w:rPr>
              <w:pict>
                <v:shape id="_x0000_s1053" type="#_x0000_t202" style="position:absolute;left:0;text-align:left;margin-left:396.7pt;margin-top:-121.7pt;width:117.35pt;height:73.35pt;z-index:251685888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Mr. Niemeyer’s 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7/8, 9/10</w:t>
                        </w:r>
                      </w:p>
                    </w:txbxContent>
                  </v:textbox>
                </v:shape>
              </w:pict>
            </w:r>
            <w:r w:rsidR="00997953">
              <w:rPr>
                <w:bCs w:val="0"/>
              </w:rPr>
              <w:br w:type="page"/>
            </w:r>
            <w:r w:rsidR="00665B68" w:rsidRPr="00CD7617">
              <w:t xml:space="preserve">March </w:t>
            </w:r>
            <w:r w:rsidR="00F95621" w:rsidRPr="00CD7617">
              <w:t>2010</w:t>
            </w:r>
          </w:p>
        </w:tc>
      </w:tr>
      <w:tr w:rsidR="00CC1147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8E03DE" w:rsidP="008E03DE">
            <w:pPr>
              <w:pStyle w:val="Weekdays"/>
            </w:pPr>
            <w:r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E03DE" w:rsidP="00997953">
            <w:pPr>
              <w:pStyle w:val="Dates"/>
            </w:pPr>
            <w:r>
              <w:rPr>
                <w:noProof/>
              </w:rPr>
              <w:pict>
                <v:shape id="_x0000_s1060" type="#_x0000_t202" style="position:absolute;margin-left:.2pt;margin-top:-5.1pt;width:97.45pt;height:34.4pt;z-index:251691008;mso-position-horizontal-relative:text;mso-position-vertical-relative:text" filled="f" stroked="f">
                  <v:textbox>
                    <w:txbxContent>
                      <w:p w:rsidR="002E5FB3" w:rsidRPr="00362F16" w:rsidRDefault="002E5FB3" w:rsidP="008E03DE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Book Club</w:t>
                        </w:r>
                      </w:p>
                    </w:txbxContent>
                  </v:textbox>
                </v:shape>
              </w:pict>
            </w:r>
            <w:r w:rsidR="003A239C">
              <w:rPr>
                <w:noProof/>
              </w:rPr>
              <w:pict>
                <v:shape id="_x0000_s1050" type="#_x0000_t202" style="position:absolute;margin-left:10.5pt;margin-top:7.8pt;width:69.95pt;height:81.05pt;z-index:251682816;mso-position-horizontal-relative:text;mso-position-vertical-relative:text" filled="f" stroked="f">
                  <v:textbox>
                    <w:txbxContent>
                      <w:p w:rsidR="002E5FB3" w:rsidRDefault="002E5FB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589803" cy="879894"/>
                              <wp:effectExtent l="19050" t="0" r="747" b="0"/>
                              <wp:docPr id="18" name="Picture 17" descr="Hom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Home.jpg"/>
                                      <pic:cNvPicPr/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8207" cy="87751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A239C">
              <w:rPr>
                <w:noProof/>
              </w:rPr>
              <w:pict>
                <v:shape id="_x0000_s1054" type="#_x0000_t202" style="position:absolute;margin-left:80.45pt;margin-top:7.8pt;width:117.35pt;height:73.35pt;z-index:251686912;mso-position-horizontal-relative:text;mso-position-vertical-relative:text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Mr. Niemeyer’s 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7/8, 9/10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3A239C" w:rsidP="00997953">
            <w:pPr>
              <w:pStyle w:val="Dates"/>
            </w:pPr>
            <w:r>
              <w:rPr>
                <w:noProof/>
              </w:rPr>
              <w:pict>
                <v:shape id="_x0000_s1055" type="#_x0000_t202" style="position:absolute;margin-left:-4.6pt;margin-top:-1.25pt;width:100pt;height:82.4pt;z-index:251687936;mso-position-horizontal-relative:text;mso-position-vertical-relative:text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Ms, Russell’s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3A239C" w:rsidP="00997953">
            <w:pPr>
              <w:pStyle w:val="Dates"/>
            </w:pPr>
            <w:r>
              <w:rPr>
                <w:noProof/>
              </w:rPr>
              <w:pict>
                <v:shape id="_x0000_s1058" type="#_x0000_t202" style="position:absolute;margin-left:89.75pt;margin-top:14.25pt;width:97.45pt;height:73.35pt;z-index:251689984;mso-position-horizontal-relative:text;mso-position-vertical-relative:text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Mrs. Connelly’s 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 and 9/10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8E03DE" w:rsidP="00997953">
            <w:pPr>
              <w:pStyle w:val="Dates"/>
            </w:pPr>
            <w:r>
              <w:rPr>
                <w:noProof/>
              </w:rPr>
              <w:pict>
                <v:shape id="_x0000_s1061" type="#_x0000_t202" style="position:absolute;margin-left:6.1pt;margin-top:-3.8pt;width:97.45pt;height:34.4pt;z-index:251692032;mso-position-horizontal-relative:text;mso-position-vertical-relative:text" filled="f" stroked="f">
                  <v:textbox>
                    <w:txbxContent>
                      <w:p w:rsidR="002E5FB3" w:rsidRPr="00362F16" w:rsidRDefault="002E5FB3" w:rsidP="008E03DE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Meeting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8E03DE" w:rsidP="00997953">
            <w:pPr>
              <w:pStyle w:val="Dates"/>
            </w:pPr>
            <w:r>
              <w:rPr>
                <w:noProof/>
              </w:rPr>
              <w:pict>
                <v:shape id="_x0000_s1062" type="#_x0000_t202" style="position:absolute;margin-left:-3.35pt;margin-top:3.9pt;width:103.45pt;height:73.35pt;z-index:251693056;mso-position-horizontal-relative:text;mso-position-vertical-relative:text" filled="f" stroked="f">
                  <v:textbox>
                    <w:txbxContent>
                      <w:p w:rsidR="002E5FB3" w:rsidRPr="00362F16" w:rsidRDefault="002E5FB3" w:rsidP="008E03DE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LIBRARY CLOSED!</w:t>
                        </w:r>
                      </w:p>
                      <w:p w:rsidR="002E5FB3" w:rsidRPr="00362F16" w:rsidRDefault="002E5FB3" w:rsidP="008E03DE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Miss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Engler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at the Staff Development Committee Meeting</w:t>
                        </w:r>
                      </w:p>
                      <w:p w:rsidR="002E5FB3" w:rsidRPr="00F77F57" w:rsidRDefault="002E5FB3" w:rsidP="008E03DE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3A239C">
              <w:rPr>
                <w:noProof/>
              </w:rPr>
              <w:pict>
                <v:shape id="_x0000_s1056" type="#_x0000_t202" style="position:absolute;margin-left:80.55pt;margin-top:6.4pt;width:120.25pt;height:73.35pt;z-index:251688960;mso-position-horizontal-relative:text;mso-position-vertical-relative:text" filled="f" stroked="f">
                  <v:textbox>
                    <w:txbxContent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Mrs. Burgess’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3A239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BB6CCF" w:rsidP="00997953">
            <w:pPr>
              <w:pStyle w:val="Dates"/>
            </w:pPr>
            <w:r>
              <w:rPr>
                <w:noProof/>
              </w:rPr>
              <w:pict>
                <v:shape id="_x0000_s1063" type="#_x0000_t202" style="position:absolute;margin-left:24.6pt;margin-top:14.25pt;width:428.6pt;height:48.9pt;z-index:251694080;mso-position-horizontal-relative:text;mso-position-vertical-relative:text" filled="f" stroked="f">
                  <v:textbox>
                    <w:txbxContent>
                      <w:p w:rsidR="002E5FB3" w:rsidRPr="00BB6CCF" w:rsidRDefault="002E5FB3" w:rsidP="008E03DE">
                        <w:pPr>
                          <w:jc w:val="center"/>
                          <w:rPr>
                            <w:b/>
                            <w:sz w:val="96"/>
                            <w:szCs w:val="96"/>
                          </w:rPr>
                        </w:pPr>
                        <w:r w:rsidRPr="00BB6CCF">
                          <w:rPr>
                            <w:b/>
                            <w:sz w:val="96"/>
                            <w:szCs w:val="96"/>
                          </w:rPr>
                          <w:t>OGT Week!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BB6CCF" w:rsidP="00997953">
            <w:pPr>
              <w:pStyle w:val="Dates"/>
            </w:pPr>
            <w:r>
              <w:rPr>
                <w:noProof/>
              </w:rPr>
              <w:pict>
                <v:shape id="_x0000_s1064" type="#_x0000_t202" style="position:absolute;margin-left:.2pt;margin-top:77.4pt;width:97.45pt;height:20.4pt;z-index:251695104;mso-position-horizontal-relative:text;mso-position-vertical-relative:text" filled="f" stroked="f">
                  <v:textbox>
                    <w:txbxContent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Student Book Club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BB6CCF" w:rsidP="00997953">
            <w:pPr>
              <w:pStyle w:val="Dates"/>
            </w:pPr>
            <w:r>
              <w:rPr>
                <w:noProof/>
              </w:rPr>
              <w:pict>
                <v:shape id="_x0000_s1066" type="#_x0000_t202" style="position:absolute;margin-left:85.55pt;margin-top:12.85pt;width:117.35pt;height:73.35pt;z-index:251697152;mso-position-horizontal-relative:text;mso-position-vertical-relative:text" filled="f" stroked="f">
                  <v:textbox>
                    <w:txbxContent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Mr. Niemeyer’s Classes in the Library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7/8, 9/10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5" type="#_x0000_t202" style="position:absolute;margin-left:18.3pt;margin-top:12.85pt;width:57.3pt;height:69.95pt;z-index:251696128;mso-position-horizontal-relative:text;mso-position-vertical-relative:text" filled="f" stroked="f">
                  <v:textbox>
                    <w:txbxContent>
                      <w:p w:rsidR="002E5FB3" w:rsidRDefault="002E5FB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86410" cy="787400"/>
                              <wp:effectExtent l="19050" t="0" r="8890" b="0"/>
                              <wp:docPr id="63" name="Picture 62" descr="whale talk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whale talk.jp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86410" cy="787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95621"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BB6CCF" w:rsidP="00997953">
            <w:pPr>
              <w:pStyle w:val="Dates"/>
            </w:pPr>
            <w:r>
              <w:rPr>
                <w:noProof/>
              </w:rPr>
              <w:pict>
                <v:shape id="_x0000_s1067" type="#_x0000_t202" style="position:absolute;margin-left:80.55pt;margin-top:3.8pt;width:125.85pt;height:82.4pt;z-index:251698176;mso-position-horizontal-relative:text;mso-position-vertical-relative:text" filled="f" stroked="f">
                  <v:textbox>
                    <w:txbxContent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Ms, Russell’s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Classes in the Library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Per. 2, 3, 4,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9/10, 11, 12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69" type="#_x0000_t202" style="position:absolute;margin-left:14.45pt;margin-top:56.95pt;width:55.7pt;height:64.5pt;z-index:251700224;mso-position-horizontal-relative:text;mso-position-vertical-relative:text" filled="f" stroked="f">
                  <v:textbox>
                    <w:txbxContent>
                      <w:p w:rsidR="002E5FB3" w:rsidRDefault="002E5FB3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59740" cy="718185"/>
                              <wp:effectExtent l="19050" t="0" r="0" b="0"/>
                              <wp:docPr id="77" name="Picture 76" descr="revolutio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volution.jpg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9740" cy="71818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8" type="#_x0000_t202" style="position:absolute;margin-left:-.2pt;margin-top:-2.15pt;width:112.4pt;height:85.35pt;z-index:251699200;mso-position-horizontal-relative:text;mso-position-vertical-relative:text" filled="f" stroked="f">
                  <v:textbox style="mso-next-textbox:#_x0000_s1068">
                    <w:txbxContent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Literacy through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YA Literature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Book Discussion</w:t>
                        </w:r>
                      </w:p>
                      <w:p w:rsidR="002E5FB3" w:rsidRPr="00362F16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3:30 @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Muggswigz</w:t>
                        </w:r>
                        <w:proofErr w:type="spellEnd"/>
                      </w:p>
                      <w:p w:rsidR="002E5FB3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2E5FB3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2E5FB3" w:rsidRPr="00F77F57" w:rsidRDefault="002E5FB3" w:rsidP="00BB6CCF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95621"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BB4E54" w:rsidRPr="00CD7617">
              <w:t>April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AE75DA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3" type="#_x0000_t202" style="position:absolute;margin-left:5.55pt;margin-top:-1.95pt;width:428.6pt;height:74.75pt;z-index:251704320;mso-position-horizontal-relative:text;mso-position-vertical-relative:text" filled="f" stroked="f">
                  <v:textbox>
                    <w:txbxContent>
                      <w:p w:rsidR="002E5FB3" w:rsidRPr="009E13D3" w:rsidRDefault="002E5FB3" w:rsidP="009E13D3">
                        <w:pPr>
                          <w:jc w:val="center"/>
                          <w:rPr>
                            <w:rFonts w:ascii="Gigi" w:hAnsi="Gigi"/>
                            <w:b/>
                            <w:sz w:val="72"/>
                            <w:szCs w:val="72"/>
                          </w:rPr>
                        </w:pPr>
                        <w:r w:rsidRPr="009E13D3">
                          <w:rPr>
                            <w:rFonts w:ascii="Gigi" w:hAnsi="Gigi"/>
                            <w:b/>
                            <w:sz w:val="72"/>
                            <w:szCs w:val="72"/>
                          </w:rPr>
                          <w:t>School Library Month!!!</w:t>
                        </w:r>
                      </w:p>
                      <w:p w:rsidR="002E5FB3" w:rsidRPr="009E13D3" w:rsidRDefault="002E5FB3" w:rsidP="009E13D3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1" type="#_x0000_t202" style="position:absolute;margin-left:46.75pt;margin-top:12.3pt;width:184.35pt;height:36pt;z-index:251702272;mso-position-horizontal-relative:text;mso-position-vertical-relative:text" filled="f" stroked="f">
                  <v:textbox>
                    <w:txbxContent>
                      <w:p w:rsidR="002E5FB3" w:rsidRPr="009E13D3" w:rsidRDefault="002E5FB3" w:rsidP="009E13D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E13D3">
                          <w:rPr>
                            <w:b/>
                            <w:sz w:val="28"/>
                            <w:szCs w:val="28"/>
                          </w:rPr>
                          <w:t>Spring Recess!</w:t>
                        </w:r>
                      </w:p>
                      <w:p w:rsidR="002E5FB3" w:rsidRPr="009E13D3" w:rsidRDefault="002E5FB3" w:rsidP="009E13D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E13D3">
                          <w:rPr>
                            <w:b/>
                            <w:sz w:val="28"/>
                            <w:szCs w:val="28"/>
                          </w:rPr>
                          <w:t>No School!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0" type="#_x0000_t202" style="position:absolute;margin-left:40.9pt;margin-top:8.85pt;width:428.6pt;height:74.75pt;z-index:251701248;mso-position-horizontal-relative:text;mso-position-vertical-relative:text" filled="f" stroked="f">
                  <v:textbox>
                    <w:txbxContent>
                      <w:p w:rsidR="002E5FB3" w:rsidRPr="009E13D3" w:rsidRDefault="002E5FB3" w:rsidP="009E13D3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9E13D3">
                          <w:rPr>
                            <w:b/>
                            <w:sz w:val="52"/>
                            <w:szCs w:val="52"/>
                          </w:rPr>
                          <w:t>Spring Recess!</w:t>
                        </w:r>
                      </w:p>
                      <w:p w:rsidR="002E5FB3" w:rsidRPr="009E13D3" w:rsidRDefault="002E5FB3" w:rsidP="009E13D3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9E13D3">
                          <w:rPr>
                            <w:b/>
                            <w:sz w:val="52"/>
                            <w:szCs w:val="52"/>
                          </w:rPr>
                          <w:t>No School!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10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2" type="#_x0000_t202" style="position:absolute;margin-left:-4.8pt;margin-top:13.55pt;width:97.45pt;height:59.7pt;z-index:251703296;mso-position-horizontal-relative:text;mso-position-vertical-relative:text" filled="f" stroked="f">
                  <v:textbox>
                    <w:txbxContent>
                      <w:p w:rsidR="002E5FB3" w:rsidRPr="000C08C6" w:rsidRDefault="002E5FB3" w:rsidP="009E13D3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0C08C6">
                          <w:rPr>
                            <w:rFonts w:ascii="Comic Sans MS" w:hAnsi="Comic Sans MS"/>
                          </w:rPr>
                          <w:t>Late Start Day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4" type="#_x0000_t202" style="position:absolute;margin-left:.45pt;margin-top:-1.35pt;width:97.45pt;height:34.4pt;z-index:251705344;mso-position-horizontal-relative:text;mso-position-vertical-relative:text" filled="f" stroked="f">
                  <v:textbox>
                    <w:txbxContent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Meeting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17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5" type="#_x0000_t202" style="position:absolute;margin-left:2.7pt;margin-top:78.3pt;width:109.55pt;height:85.35pt;z-index:251706368;mso-position-horizontal-relative:text;mso-position-vertical-relative:text" filled="f" stroked="f">
                  <v:textbox style="mso-next-textbox:#_x0000_s1075">
                    <w:txbxContent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Literacy through</w:t>
                        </w:r>
                      </w:p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YA Literature</w:t>
                        </w:r>
                      </w:p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Book Discussion</w:t>
                        </w:r>
                      </w:p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3:30 @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Muggswigz</w:t>
                        </w:r>
                        <w:proofErr w:type="spellEnd"/>
                      </w:p>
                      <w:p w:rsidR="002E5FB3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2E5FB3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2E5FB3" w:rsidRPr="00F77F57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95621"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24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8" type="#_x0000_t202" style="position:absolute;margin-left:7.05pt;margin-top:50.85pt;width:67.9pt;height:69.95pt;z-index:251709440;mso-position-horizontal-relative:text;mso-position-vertical-relative:text" filled="f" stroked="f">
                  <v:textbox>
                    <w:txbxContent>
                      <w:p w:rsidR="002E5FB3" w:rsidRDefault="002E5FB3" w:rsidP="009E13D3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544830" cy="787400"/>
                              <wp:effectExtent l="19050" t="0" r="7620" b="0"/>
                              <wp:docPr id="114" name="Picture 113" descr="boy_who_dared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oy_who_dared1.jpg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44830" cy="787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95621"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9E13D3" w:rsidP="00997953">
            <w:pPr>
              <w:pStyle w:val="Dates"/>
            </w:pPr>
            <w:r>
              <w:rPr>
                <w:noProof/>
              </w:rPr>
              <w:pict>
                <v:shape id="_x0000_s1079" type="#_x0000_t202" style="position:absolute;margin-left:79.15pt;margin-top:2.6pt;width:143.35pt;height:86.25pt;z-index:251710464;mso-position-horizontal-relative:text;mso-position-vertical-relative:text" filled="f" stroked="f">
                  <v:textbox>
                    <w:txbxContent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LIBRARY CLOSED!</w:t>
                        </w:r>
                      </w:p>
                      <w:p w:rsidR="002E5FB3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Miss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Engler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at the AMC Council/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INFOhio</w:t>
                        </w:r>
                        <w:proofErr w:type="spellEnd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Users Council Meetings at</w:t>
                        </w:r>
                      </w:p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Sandy Valley High School</w:t>
                        </w:r>
                      </w:p>
                      <w:p w:rsidR="002E5FB3" w:rsidRPr="00F77F57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7" type="#_x0000_t202" style="position:absolute;margin-left:7.9pt;margin-top:18.25pt;width:74.7pt;height:82.85pt;z-index:251708416;mso-position-horizontal-relative:text;mso-position-vertical-relative:text" filled="f" stroked="f">
                  <v:textbox>
                    <w:txbxContent>
                      <w:p w:rsidR="002E5FB3" w:rsidRDefault="002E5FB3" w:rsidP="009E13D3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47700" cy="951230"/>
                              <wp:effectExtent l="19050" t="0" r="0" b="0"/>
                              <wp:docPr id="113" name="Picture 112" descr="thirteen reasons why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thirteen reasons why.jpg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47700" cy="95123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6" type="#_x0000_t202" style="position:absolute;margin-left:.45pt;margin-top:-2.15pt;width:97.45pt;height:20.4pt;z-index:251707392;mso-position-horizontal-relative:text;mso-position-vertical-relative:text" filled="f" stroked="f">
                  <v:textbox>
                    <w:txbxContent>
                      <w:p w:rsidR="002E5FB3" w:rsidRPr="00362F16" w:rsidRDefault="002E5FB3" w:rsidP="009E13D3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Student Book Club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AE75DA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4"/>
        <w:gridCol w:w="1955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4D0530" w:rsidRPr="00CD7617">
              <w:t xml:space="preserve">May </w:t>
            </w:r>
            <w:r w:rsidR="00F95621" w:rsidRPr="00CD7617">
              <w:t>2010</w:t>
            </w:r>
          </w:p>
        </w:tc>
      </w:tr>
      <w:tr w:rsidR="00A81AC5" w:rsidRPr="00CD7617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28699A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1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8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93" type="#_x0000_t202" style="position:absolute;margin-left:17.4pt;margin-top:14.5pt;width:54.35pt;height:53pt;z-index:251723776;mso-position-horizontal-relative:text;mso-position-vertical-relative:text" filled="f" stroked="f">
                  <v:textbox>
                    <w:txbxContent>
                      <w:p w:rsidR="008677BC" w:rsidRDefault="008677BC" w:rsidP="008677BC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69980" cy="572135"/>
                              <wp:effectExtent l="19050" t="0" r="0" b="0"/>
                              <wp:docPr id="216" name="Picture 215" descr="whiteoleander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whiteoleander.jpg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9980" cy="5721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2" type="#_x0000_t202" style="position:absolute;margin-left:.45pt;margin-top:-1.8pt;width:97.45pt;height:34.4pt;z-index:251722752;mso-position-horizontal-relative:text;mso-position-vertical-relative:text" filled="f" stroked="f">
                  <v:textbox>
                    <w:txbxContent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Book Club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15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2E5FB3" w:rsidP="00997953">
            <w:pPr>
              <w:pStyle w:val="Dates"/>
            </w:pPr>
            <w:r>
              <w:rPr>
                <w:noProof/>
              </w:rPr>
              <w:pict>
                <v:shape id="_x0000_s1080" type="#_x0000_t202" style="position:absolute;margin-left:-5.15pt;margin-top:8.5pt;width:97.45pt;height:59.7pt;z-index:251711488;mso-position-horizontal-relative:text;mso-position-vertical-relative:text" filled="f" stroked="f">
                  <v:textbox>
                    <w:txbxContent>
                      <w:p w:rsidR="002E5FB3" w:rsidRPr="000C08C6" w:rsidRDefault="002E5FB3" w:rsidP="002E5FB3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0C08C6">
                          <w:rPr>
                            <w:rFonts w:ascii="Comic Sans MS" w:hAnsi="Comic Sans MS"/>
                          </w:rPr>
                          <w:t>Late Start Day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88" type="#_x0000_t202" style="position:absolute;margin-left:83.25pt;margin-top:16.45pt;width:198.8pt;height:36pt;z-index:251718656;mso-position-horizontal-relative:text;mso-position-vertical-relative:text" filled="f" stroked="f">
                  <v:textbox>
                    <w:txbxContent>
                      <w:p w:rsidR="008677BC" w:rsidRPr="009E13D3" w:rsidRDefault="008677BC" w:rsidP="008677B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Library Inventory!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4" type="#_x0000_t202" style="position:absolute;margin-left:7.9pt;margin-top:26.15pt;width:57.7pt;height:52.3pt;z-index:251714560;mso-position-horizontal-relative:text;mso-position-vertical-relative:text" filled="f" stroked="f">
                  <v:textbox>
                    <w:txbxContent>
                      <w:p w:rsidR="008677BC" w:rsidRDefault="008677BC" w:rsidP="008677BC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7765" cy="576281"/>
                              <wp:effectExtent l="19050" t="0" r="3235" b="0"/>
                              <wp:docPr id="143" name="Picture 142" descr="Locomotio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Locomotion.jpg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78845" cy="57792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2" type="#_x0000_t202" style="position:absolute;margin-left:-5pt;margin-top:10.95pt;width:97.45pt;height:20.4pt;z-index:251713536;mso-position-horizontal-relative:text;mso-position-vertical-relative:text" filled="f" stroked="f">
                  <v:textbox>
                    <w:txbxContent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Student Book Club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1" type="#_x0000_t202" style="position:absolute;margin-left:-5pt;margin-top:-3.05pt;width:97.45pt;height:34.4pt;z-index:251712512;mso-position-horizontal-relative:text;mso-position-vertical-relative:text" filled="f" stroked="f">
                  <v:textbox>
                    <w:txbxContent>
                      <w:p w:rsidR="002E5FB3" w:rsidRPr="00362F16" w:rsidRDefault="002E5FB3" w:rsidP="002E5FB3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Meeting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22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19F8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85" type="#_x0000_t202" style="position:absolute;margin-left:87.15pt;margin-top:3.85pt;width:116.65pt;height:85.35pt;z-index:251715584;mso-position-horizontal-relative:text;mso-position-vertical-relative:text" filled="f" stroked="f">
                  <v:textbox style="mso-next-textbox:#_x0000_s1085">
                    <w:txbxContent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Literacy through</w:t>
                        </w:r>
                      </w:p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YA Literature</w:t>
                        </w:r>
                      </w:p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Book Discussion</w:t>
                        </w:r>
                      </w:p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3:30 @ </w:t>
                        </w:r>
                        <w:proofErr w:type="spellStart"/>
                        <w:r w:rsidRPr="00362F16"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Muggswigz</w:t>
                        </w:r>
                        <w:proofErr w:type="spellEnd"/>
                      </w:p>
                      <w:p w:rsidR="008677BC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677BC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677BC" w:rsidRPr="00F77F57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F95621"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87" type="#_x0000_t202" style="position:absolute;margin-left:83.45pt;margin-top:14.45pt;width:428.6pt;height:74.75pt;z-index:251717632;mso-position-horizontal-relative:text;mso-position-vertical-relative:text" filled="f" stroked="f">
                  <v:textbox>
                    <w:txbxContent>
                      <w:p w:rsidR="008677BC" w:rsidRPr="009E13D3" w:rsidRDefault="008677BC" w:rsidP="008677BC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b/>
                            <w:sz w:val="52"/>
                            <w:szCs w:val="52"/>
                          </w:rPr>
                          <w:t>Library Inventory!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86" type="#_x0000_t202" style="position:absolute;margin-left:75.65pt;margin-top:18.65pt;width:121.35pt;height:36pt;z-index:251716608;mso-position-horizontal-relative:text;mso-position-vertical-relative:text" filled="f" stroked="f">
                  <v:textbox>
                    <w:txbxContent>
                      <w:p w:rsidR="008677BC" w:rsidRDefault="008677BC" w:rsidP="008677B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Memorial Day</w:t>
                        </w:r>
                      </w:p>
                      <w:p w:rsidR="008677BC" w:rsidRPr="009E13D3" w:rsidRDefault="008677BC" w:rsidP="008677B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E13D3">
                          <w:rPr>
                            <w:b/>
                            <w:sz w:val="28"/>
                            <w:szCs w:val="28"/>
                          </w:rPr>
                          <w:t>No School!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5"/>
        <w:gridCol w:w="1955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>June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A81AC5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89" type="#_x0000_t202" style="position:absolute;margin-left:56.2pt;margin-top:9.4pt;width:428.6pt;height:74.75pt;z-index:251719680;mso-position-horizontal-relative:text;mso-position-vertical-relative:text" filled="f" stroked="f">
                  <v:textbox>
                    <w:txbxContent>
                      <w:p w:rsidR="008677BC" w:rsidRPr="009E13D3" w:rsidRDefault="008677BC" w:rsidP="008677BC">
                        <w:pPr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b/>
                            <w:sz w:val="52"/>
                            <w:szCs w:val="52"/>
                          </w:rPr>
                          <w:t>Library Inventory!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90" type="#_x0000_t202" style="position:absolute;margin-left:81.85pt;margin-top:13.45pt;width:121.35pt;height:36pt;z-index:251720704;mso-position-horizontal-relative:text;mso-position-vertical-relative:text" filled="f" stroked="f">
                  <v:textbox>
                    <w:txbxContent>
                      <w:p w:rsidR="008677BC" w:rsidRPr="009E13D3" w:rsidRDefault="008677BC" w:rsidP="008677B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Last Day for Students!</w:t>
                        </w:r>
                        <w:r w:rsidRPr="009E13D3">
                          <w:rPr>
                            <w:b/>
                            <w:sz w:val="28"/>
                            <w:szCs w:val="28"/>
                          </w:rPr>
                          <w:t>!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91" type="#_x0000_t202" style="position:absolute;margin-left:85.1pt;margin-top:9.4pt;width:121.35pt;height:80.15pt;z-index:251721728;mso-position-horizontal-relative:text;mso-position-vertical-relative:text" filled="f" stroked="f">
                  <v:textbox>
                    <w:txbxContent>
                      <w:p w:rsidR="008677BC" w:rsidRDefault="008677BC" w:rsidP="008677B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Last Day for Teachers ½ Day</w:t>
                        </w:r>
                      </w:p>
                      <w:p w:rsidR="008677BC" w:rsidRPr="009E13D3" w:rsidRDefault="008677BC" w:rsidP="008677B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Records and Reports Day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12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8677BC" w:rsidP="00997953">
            <w:pPr>
              <w:pStyle w:val="Dates"/>
            </w:pPr>
            <w:r>
              <w:rPr>
                <w:noProof/>
              </w:rPr>
              <w:pict>
                <v:shape id="_x0000_s1095" type="#_x0000_t202" style="position:absolute;margin-left:16.6pt;margin-top:30.35pt;width:54.35pt;height:62.5pt;z-index:251725824;mso-position-horizontal-relative:text;mso-position-vertical-relative:text" filled="f" stroked="f">
                  <v:textbox>
                    <w:txbxContent>
                      <w:p w:rsidR="008677BC" w:rsidRDefault="008677BC" w:rsidP="008677BC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55930" cy="692785"/>
                              <wp:effectExtent l="19050" t="0" r="1270" b="0"/>
                              <wp:docPr id="226" name="Picture 225" descr="whiteoleander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whiteoleander.jpg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5930" cy="69278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4" type="#_x0000_t202" style="position:absolute;margin-left:-2.65pt;margin-top:7.25pt;width:97.45pt;height:23.1pt;z-index:251724800;mso-position-horizontal-relative:text;mso-position-vertical-relative:text" filled="f" stroked="f">
                  <v:textbox>
                    <w:txbxContent>
                      <w:p w:rsidR="008677BC" w:rsidRPr="00362F16" w:rsidRDefault="008677BC" w:rsidP="008677BC">
                        <w:pPr>
                          <w:jc w:val="center"/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Staff Book Club</w:t>
                        </w:r>
                      </w:p>
                    </w:txbxContent>
                  </v:textbox>
                </v:shape>
              </w:pict>
            </w:r>
            <w:r w:rsidR="00F95621"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19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26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 xml:space="preserve">July </w:t>
            </w:r>
            <w:r w:rsidR="00F95621" w:rsidRPr="00CD7617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</w:tr>
      <w:tr w:rsidR="0090542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31</w:t>
            </w: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187" w:type="dxa"/>
              <w:right w:w="115" w:type="dxa"/>
            </w:tcMar>
            <w:vAlign w:val="bottom"/>
          </w:tcPr>
          <w:p w:rsidR="005D282F" w:rsidRPr="00E03A50" w:rsidRDefault="00997953" w:rsidP="00E03A50">
            <w:pPr>
              <w:pStyle w:val="MonthNames"/>
            </w:pPr>
            <w:r w:rsidRPr="00E03A50">
              <w:br w:type="page"/>
            </w:r>
            <w:r w:rsidR="00174473" w:rsidRPr="00E03A50">
              <w:t>August</w:t>
            </w:r>
            <w:r w:rsidR="00665B68" w:rsidRPr="00E03A50">
              <w:t xml:space="preserve"> </w:t>
            </w:r>
            <w:r w:rsidR="00F95621" w:rsidRPr="00E03A50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28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/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A315BE" w:rsidP="00997953">
            <w:pPr>
              <w:pStyle w:val="MonthNames"/>
            </w:pPr>
            <w:r w:rsidRPr="00A315BE">
              <w:br w:type="page"/>
            </w:r>
            <w:r w:rsidR="00174473" w:rsidRPr="00CD7617">
              <w:t>September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25</w:t>
            </w:r>
          </w:p>
        </w:tc>
      </w:tr>
      <w:tr w:rsidR="0028699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4"/>
        <w:gridCol w:w="1955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 xml:space="preserve">October </w:t>
            </w:r>
            <w:r w:rsidR="00F95621" w:rsidRPr="00CD7617">
              <w:t>2010</w:t>
            </w:r>
          </w:p>
        </w:tc>
      </w:tr>
      <w:tr w:rsidR="00785890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9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16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23</w:t>
            </w:r>
          </w:p>
        </w:tc>
      </w:tr>
      <w:tr w:rsidR="00127A7E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30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tcMar>
              <w:bottom w:w="86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7E1BB6" w:rsidRPr="00CD7617">
              <w:t xml:space="preserve">November </w:t>
            </w:r>
            <w:r w:rsidR="00F95621" w:rsidRPr="00CD7617">
              <w:t>2010</w:t>
            </w:r>
          </w:p>
        </w:tc>
      </w:tr>
      <w:tr w:rsidR="00E73029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7E1BB6" w:rsidRPr="00CD7617">
              <w:t>December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E81B2E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11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18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25</w:t>
            </w:r>
          </w:p>
        </w:tc>
      </w:tr>
      <w:tr w:rsidR="00BB3F53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BB3F53" w:rsidP="00997953">
            <w:pPr>
              <w:pStyle w:val="Dates"/>
            </w:pPr>
          </w:p>
        </w:tc>
      </w:tr>
    </w:tbl>
    <w:p w:rsidR="00F93DCB" w:rsidRDefault="00F93DCB" w:rsidP="00E03A50"/>
    <w:sectPr w:rsidR="00F93DCB" w:rsidSect="00417712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attachedTemplate r:id="rId1"/>
  <w:stylePaneFormatFilter w:val="3001"/>
  <w:defaultTabStop w:val="720"/>
  <w:noPunctuationKerning/>
  <w:characterSpacingControl w:val="doNotCompress"/>
  <w:savePreviewPicture/>
  <w:compat/>
  <w:rsids>
    <w:rsidRoot w:val="00F77F57"/>
    <w:rsid w:val="000105CB"/>
    <w:rsid w:val="000540C2"/>
    <w:rsid w:val="000C08C6"/>
    <w:rsid w:val="000E3B50"/>
    <w:rsid w:val="000F41C9"/>
    <w:rsid w:val="00110DFC"/>
    <w:rsid w:val="001219F8"/>
    <w:rsid w:val="00127A7E"/>
    <w:rsid w:val="001411B8"/>
    <w:rsid w:val="00151E0B"/>
    <w:rsid w:val="00174473"/>
    <w:rsid w:val="001A23B9"/>
    <w:rsid w:val="001E499C"/>
    <w:rsid w:val="001F0ABC"/>
    <w:rsid w:val="002438DF"/>
    <w:rsid w:val="0024645D"/>
    <w:rsid w:val="00264730"/>
    <w:rsid w:val="00267C4C"/>
    <w:rsid w:val="00271B35"/>
    <w:rsid w:val="0028699A"/>
    <w:rsid w:val="002B79A4"/>
    <w:rsid w:val="002E5FB3"/>
    <w:rsid w:val="00305C15"/>
    <w:rsid w:val="003221DC"/>
    <w:rsid w:val="00335204"/>
    <w:rsid w:val="0034783A"/>
    <w:rsid w:val="00362F16"/>
    <w:rsid w:val="00375C59"/>
    <w:rsid w:val="00391582"/>
    <w:rsid w:val="003A239C"/>
    <w:rsid w:val="003A291E"/>
    <w:rsid w:val="003B6538"/>
    <w:rsid w:val="003C38AC"/>
    <w:rsid w:val="003F7F4B"/>
    <w:rsid w:val="00417712"/>
    <w:rsid w:val="00434F56"/>
    <w:rsid w:val="0047586B"/>
    <w:rsid w:val="004951BE"/>
    <w:rsid w:val="004D0530"/>
    <w:rsid w:val="004F3D60"/>
    <w:rsid w:val="00530612"/>
    <w:rsid w:val="00545B07"/>
    <w:rsid w:val="005B06E1"/>
    <w:rsid w:val="005C3241"/>
    <w:rsid w:val="005C4458"/>
    <w:rsid w:val="005D282F"/>
    <w:rsid w:val="005D3D2F"/>
    <w:rsid w:val="005E1018"/>
    <w:rsid w:val="005F64BC"/>
    <w:rsid w:val="006235CE"/>
    <w:rsid w:val="00662C2C"/>
    <w:rsid w:val="00665B68"/>
    <w:rsid w:val="00687D5F"/>
    <w:rsid w:val="006A0062"/>
    <w:rsid w:val="006E013D"/>
    <w:rsid w:val="006E7C12"/>
    <w:rsid w:val="0070034E"/>
    <w:rsid w:val="00706624"/>
    <w:rsid w:val="0072635A"/>
    <w:rsid w:val="00745963"/>
    <w:rsid w:val="00745FA0"/>
    <w:rsid w:val="0075427B"/>
    <w:rsid w:val="0076688B"/>
    <w:rsid w:val="00777BE1"/>
    <w:rsid w:val="00781434"/>
    <w:rsid w:val="00781FFB"/>
    <w:rsid w:val="00785890"/>
    <w:rsid w:val="007975C4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43B36"/>
    <w:rsid w:val="00860B24"/>
    <w:rsid w:val="008677BC"/>
    <w:rsid w:val="008776F5"/>
    <w:rsid w:val="00883937"/>
    <w:rsid w:val="008A26C6"/>
    <w:rsid w:val="008B3493"/>
    <w:rsid w:val="008E03DE"/>
    <w:rsid w:val="008E17EE"/>
    <w:rsid w:val="008F07E0"/>
    <w:rsid w:val="0090542A"/>
    <w:rsid w:val="00940D43"/>
    <w:rsid w:val="009456C8"/>
    <w:rsid w:val="00951ED3"/>
    <w:rsid w:val="00975B98"/>
    <w:rsid w:val="00997953"/>
    <w:rsid w:val="009E13D3"/>
    <w:rsid w:val="009F0AA0"/>
    <w:rsid w:val="00A11F65"/>
    <w:rsid w:val="00A250E2"/>
    <w:rsid w:val="00A315BE"/>
    <w:rsid w:val="00A356D3"/>
    <w:rsid w:val="00A64DCE"/>
    <w:rsid w:val="00A81AC5"/>
    <w:rsid w:val="00A95B76"/>
    <w:rsid w:val="00AC5E88"/>
    <w:rsid w:val="00AE75DA"/>
    <w:rsid w:val="00B05F5A"/>
    <w:rsid w:val="00B11B45"/>
    <w:rsid w:val="00B30A6D"/>
    <w:rsid w:val="00B35068"/>
    <w:rsid w:val="00B543F2"/>
    <w:rsid w:val="00B61AF5"/>
    <w:rsid w:val="00B6434F"/>
    <w:rsid w:val="00B64EC4"/>
    <w:rsid w:val="00B71E98"/>
    <w:rsid w:val="00BB3F53"/>
    <w:rsid w:val="00BB4E54"/>
    <w:rsid w:val="00BB5998"/>
    <w:rsid w:val="00BB6CCF"/>
    <w:rsid w:val="00BF247B"/>
    <w:rsid w:val="00C00FDA"/>
    <w:rsid w:val="00C0521C"/>
    <w:rsid w:val="00C14AB4"/>
    <w:rsid w:val="00C37ABA"/>
    <w:rsid w:val="00C4216B"/>
    <w:rsid w:val="00C43AC3"/>
    <w:rsid w:val="00C8675E"/>
    <w:rsid w:val="00CB7A50"/>
    <w:rsid w:val="00CC1147"/>
    <w:rsid w:val="00CD639B"/>
    <w:rsid w:val="00CD7617"/>
    <w:rsid w:val="00CF629B"/>
    <w:rsid w:val="00D03423"/>
    <w:rsid w:val="00D1570B"/>
    <w:rsid w:val="00D57674"/>
    <w:rsid w:val="00D9744F"/>
    <w:rsid w:val="00DD5ADD"/>
    <w:rsid w:val="00E03A50"/>
    <w:rsid w:val="00E35B6F"/>
    <w:rsid w:val="00E43BC8"/>
    <w:rsid w:val="00E47AB4"/>
    <w:rsid w:val="00E72292"/>
    <w:rsid w:val="00E73029"/>
    <w:rsid w:val="00E81B2E"/>
    <w:rsid w:val="00E97D2F"/>
    <w:rsid w:val="00EC2F29"/>
    <w:rsid w:val="00ED29B6"/>
    <w:rsid w:val="00EF1203"/>
    <w:rsid w:val="00EF6EE3"/>
    <w:rsid w:val="00F00436"/>
    <w:rsid w:val="00F24D83"/>
    <w:rsid w:val="00F57A3D"/>
    <w:rsid w:val="00F65E65"/>
    <w:rsid w:val="00F77F57"/>
    <w:rsid w:val="00F82808"/>
    <w:rsid w:val="00F93DCB"/>
    <w:rsid w:val="00F95621"/>
    <w:rsid w:val="00FC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="Perpetua" w:hAnsi="Perpetu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="Franklin Gothic Book" w:hAnsi="Franklin Gothic Book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="Franklin Gothic Book" w:eastAsia="Times New Roman" w:hAnsi="Franklin Gothic Book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trojans3\users\staff\engler_m\Application%20Data\Microsoft\Templates\2010%20calend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02375-2D9C-481B-8EC8-9EA9CC48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2010 calendar</Template>
  <TotalTime>116</TotalTime>
  <Pages>12</Pages>
  <Words>473</Words>
  <Characters>1603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engler_m</dc:creator>
  <cp:keywords/>
  <dc:description/>
  <cp:lastModifiedBy>engler_m</cp:lastModifiedBy>
  <cp:revision>8</cp:revision>
  <cp:lastPrinted>2010-01-25T14:12:00Z</cp:lastPrinted>
  <dcterms:created xsi:type="dcterms:W3CDTF">2010-01-25T14:04:00Z</dcterms:created>
  <dcterms:modified xsi:type="dcterms:W3CDTF">2010-01-25T16:00:00Z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TC103619861033</vt:lpwstr>
  </property>
</Properties>
</file>